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B4A3" w14:textId="77777777" w:rsidR="007F46F1" w:rsidRPr="00535DD8" w:rsidRDefault="00A8082C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w:pict w14:anchorId="0916A01E">
          <v:rect id="_x0000_s2059" style="position:absolute;left:0;text-align:left;margin-left:508.05pt;margin-top:-54pt;width:54pt;height:18pt;z-index:251657216" stroked="f"/>
        </w:pic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649688F6" w14:textId="217D7FE7" w:rsidR="007F46F1" w:rsidRDefault="007F46F1" w:rsidP="00442C99">
      <w:pPr>
        <w:numPr>
          <w:ilvl w:val="0"/>
          <w:numId w:val="3"/>
        </w:numPr>
        <w:spacing w:before="120" w:after="240" w:line="360" w:lineRule="auto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D56F45"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D56F45">
        <w:rPr>
          <w:rFonts w:cs="Arial"/>
        </w:rPr>
        <w:t>účastník</w:t>
      </w:r>
      <w:r>
        <w:rPr>
          <w:rFonts w:cs="Arial"/>
        </w:rPr>
        <w:t xml:space="preserve"> </w:t>
      </w:r>
      <w:r w:rsidR="00D56F45">
        <w:rPr>
          <w:rFonts w:cs="Arial"/>
        </w:rPr>
        <w:t>v zakázce</w:t>
      </w:r>
      <w:r>
        <w:rPr>
          <w:rFonts w:cs="Arial"/>
        </w:rPr>
        <w:t xml:space="preserve"> </w:t>
      </w:r>
      <w:r w:rsidR="00000DA0" w:rsidRPr="00B07B4F">
        <w:rPr>
          <w:rFonts w:cs="Arial"/>
          <w:b/>
          <w:iCs/>
          <w:color w:val="000000"/>
        </w:rPr>
        <w:t>„</w:t>
      </w:r>
      <w:r w:rsidR="005E4A20">
        <w:rPr>
          <w:rFonts w:cs="Arial"/>
          <w:b/>
          <w:iCs/>
          <w:color w:val="000000"/>
        </w:rPr>
        <w:t>Kontrastní látky</w:t>
      </w:r>
      <w:r w:rsidR="00CA5EFB">
        <w:rPr>
          <w:rFonts w:cs="Arial"/>
          <w:b/>
          <w:iCs/>
          <w:color w:val="000000"/>
        </w:rPr>
        <w:t>“</w:t>
      </w:r>
      <w:r w:rsidR="00BA7295">
        <w:rPr>
          <w:rFonts w:cs="Arial"/>
          <w:b/>
          <w:iCs/>
          <w:color w:val="000000"/>
        </w:rPr>
        <w:t xml:space="preserve"> – dílčí plnění </w:t>
      </w:r>
      <w:r w:rsidR="00464CF1">
        <w:rPr>
          <w:rFonts w:cs="Arial"/>
          <w:b/>
          <w:iCs/>
          <w:color w:val="000000"/>
        </w:rPr>
        <w:t>4</w:t>
      </w:r>
      <w:r w:rsidR="00000DA0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 w:rsidR="00535DD8"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7E112499" w14:textId="77777777" w:rsidR="00535DD8" w:rsidRPr="002D7EA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72B5FC9D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046A12">
        <w:rPr>
          <w:rFonts w:cs="Arial"/>
        </w:rPr>
        <w:t>a to ani ve vztahu ke spotřební dani,</w:t>
      </w:r>
    </w:p>
    <w:p w14:paraId="4AA8F6C4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F0F8E0D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22C96230" w14:textId="77777777" w:rsidR="00535DD8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22C8A0A2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05C72E7D" w14:textId="77777777" w:rsidR="00535DD8" w:rsidRPr="00535DD8" w:rsidRDefault="00535DD8" w:rsidP="00535DD8">
      <w:pPr>
        <w:numPr>
          <w:ilvl w:val="0"/>
          <w:numId w:val="3"/>
        </w:numPr>
        <w:spacing w:before="120" w:line="360" w:lineRule="auto"/>
        <w:jc w:val="both"/>
        <w:rPr>
          <w:rFonts w:cs="Arial"/>
        </w:rPr>
      </w:pPr>
      <w:r>
        <w:t>Dá</w:t>
      </w:r>
      <w:r w:rsidR="00D56F45">
        <w:t>le čestně prohlašuji, že je-li účastníkem</w:t>
      </w:r>
      <w:r>
        <w:t xml:space="preserve">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454F1766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0641816B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1A0EA5CA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3EFAE789" w14:textId="77777777" w:rsidR="00535DD8" w:rsidRDefault="00535DD8" w:rsidP="005D77CC">
      <w:pPr>
        <w:spacing w:line="360" w:lineRule="auto"/>
        <w:jc w:val="both"/>
      </w:pPr>
    </w:p>
    <w:p w14:paraId="3A91529A" w14:textId="77777777" w:rsidR="00535DD8" w:rsidRDefault="00535DD8" w:rsidP="00535DD8">
      <w:pPr>
        <w:numPr>
          <w:ilvl w:val="0"/>
          <w:numId w:val="3"/>
        </w:numPr>
        <w:spacing w:before="120" w:line="360" w:lineRule="auto"/>
        <w:jc w:val="both"/>
      </w:pPr>
      <w:r>
        <w:t xml:space="preserve">Dále čestně prohlašuji, že účastní-li se zadávacího řízení pobočka závodu </w:t>
      </w:r>
    </w:p>
    <w:p w14:paraId="741AC3FF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41DDF69D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7B4AAAF1" w14:textId="77777777" w:rsidR="007F46F1" w:rsidRDefault="007F46F1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7A8CCB72" w14:textId="77777777" w:rsidR="007F46F1" w:rsidRPr="00B749D5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0665C3D6" w14:textId="77777777" w:rsidR="00BE3F6E" w:rsidRDefault="007F46F1" w:rsidP="00F64433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="00A8082C">
        <w:rPr>
          <w:noProof/>
        </w:rPr>
        <w:pict w14:anchorId="44095B4A">
          <v:rect id="_x0000_s2062" style="position:absolute;left:0;text-align:left;margin-left:508.05pt;margin-top:-54pt;width:54pt;height:18pt;z-index:251658240;mso-position-horizontal-relative:text;mso-position-vertical-relative:text" stroked="f"/>
        </w:pict>
      </w:r>
      <w:r w:rsidR="00D56F45">
        <w:rPr>
          <w:rFonts w:cs="Arial"/>
        </w:rPr>
        <w:t>účastníka</w:t>
      </w:r>
    </w:p>
    <w:sectPr w:rsidR="00BE3F6E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4D1BF" w14:textId="77777777" w:rsidR="0076247F" w:rsidRDefault="0076247F">
      <w:r>
        <w:separator/>
      </w:r>
    </w:p>
  </w:endnote>
  <w:endnote w:type="continuationSeparator" w:id="0">
    <w:p w14:paraId="436BD100" w14:textId="77777777" w:rsidR="0076247F" w:rsidRDefault="00762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D7AEF" w14:textId="77777777" w:rsidR="00A8082C" w:rsidRDefault="00A808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F2006" w14:textId="77777777" w:rsidR="00A8082C" w:rsidRDefault="00A8082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90473" w14:textId="77777777" w:rsidR="00A8082C" w:rsidRDefault="00A808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00F28" w14:textId="77777777" w:rsidR="0076247F" w:rsidRDefault="0076247F">
      <w:r>
        <w:separator/>
      </w:r>
    </w:p>
  </w:footnote>
  <w:footnote w:type="continuationSeparator" w:id="0">
    <w:p w14:paraId="60501F9A" w14:textId="77777777" w:rsidR="0076247F" w:rsidRDefault="00762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E0446" w14:textId="77777777" w:rsidR="00A8082C" w:rsidRDefault="00A808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AAE3" w14:textId="77777777" w:rsidR="00990E20" w:rsidRDefault="00990E20" w:rsidP="00990E20">
    <w:pPr>
      <w:pStyle w:val="Zhlav"/>
    </w:pPr>
    <w:r>
      <w:t xml:space="preserve">Příloha č. </w:t>
    </w:r>
    <w:r w:rsidR="008F084F">
      <w:t>4</w:t>
    </w:r>
    <w:r>
      <w:t xml:space="preserve">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AF9E" w14:textId="77777777" w:rsidR="00A8082C" w:rsidRDefault="00A808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283"/>
    <w:rsid w:val="00000DA0"/>
    <w:rsid w:val="00023813"/>
    <w:rsid w:val="00023D63"/>
    <w:rsid w:val="000423E7"/>
    <w:rsid w:val="00046A12"/>
    <w:rsid w:val="000503F0"/>
    <w:rsid w:val="000563F6"/>
    <w:rsid w:val="00083DFF"/>
    <w:rsid w:val="000910D6"/>
    <w:rsid w:val="000947A0"/>
    <w:rsid w:val="000B7B97"/>
    <w:rsid w:val="000E61FA"/>
    <w:rsid w:val="001311AA"/>
    <w:rsid w:val="0018201E"/>
    <w:rsid w:val="001834ED"/>
    <w:rsid w:val="00184ADB"/>
    <w:rsid w:val="001969D9"/>
    <w:rsid w:val="001A3249"/>
    <w:rsid w:val="001D3784"/>
    <w:rsid w:val="001E33F3"/>
    <w:rsid w:val="001E78EC"/>
    <w:rsid w:val="00265A27"/>
    <w:rsid w:val="00275766"/>
    <w:rsid w:val="002E47B2"/>
    <w:rsid w:val="002F4CF0"/>
    <w:rsid w:val="0039037B"/>
    <w:rsid w:val="003B36AC"/>
    <w:rsid w:val="003C7568"/>
    <w:rsid w:val="004248D2"/>
    <w:rsid w:val="0043058B"/>
    <w:rsid w:val="004361CB"/>
    <w:rsid w:val="0044272E"/>
    <w:rsid w:val="00442C99"/>
    <w:rsid w:val="00445D43"/>
    <w:rsid w:val="0046059E"/>
    <w:rsid w:val="00464CF1"/>
    <w:rsid w:val="00464FFA"/>
    <w:rsid w:val="00483047"/>
    <w:rsid w:val="004B147B"/>
    <w:rsid w:val="004B4CC0"/>
    <w:rsid w:val="004C21CB"/>
    <w:rsid w:val="004D64AE"/>
    <w:rsid w:val="00511EBC"/>
    <w:rsid w:val="00524492"/>
    <w:rsid w:val="00532724"/>
    <w:rsid w:val="00535DD8"/>
    <w:rsid w:val="00557245"/>
    <w:rsid w:val="00571752"/>
    <w:rsid w:val="005A2740"/>
    <w:rsid w:val="005A5F7C"/>
    <w:rsid w:val="005B060E"/>
    <w:rsid w:val="005B75FC"/>
    <w:rsid w:val="005C3666"/>
    <w:rsid w:val="005D77CC"/>
    <w:rsid w:val="005E4A20"/>
    <w:rsid w:val="00605362"/>
    <w:rsid w:val="006173DA"/>
    <w:rsid w:val="00624BA1"/>
    <w:rsid w:val="00654837"/>
    <w:rsid w:val="006855B7"/>
    <w:rsid w:val="0069445B"/>
    <w:rsid w:val="00695B0A"/>
    <w:rsid w:val="006C3779"/>
    <w:rsid w:val="00704543"/>
    <w:rsid w:val="0071388A"/>
    <w:rsid w:val="00716EEB"/>
    <w:rsid w:val="00721587"/>
    <w:rsid w:val="00757FDC"/>
    <w:rsid w:val="00761C9D"/>
    <w:rsid w:val="0076247F"/>
    <w:rsid w:val="00792B0F"/>
    <w:rsid w:val="007A3C90"/>
    <w:rsid w:val="007B169B"/>
    <w:rsid w:val="007F46F1"/>
    <w:rsid w:val="007F7E85"/>
    <w:rsid w:val="008156B2"/>
    <w:rsid w:val="008362D9"/>
    <w:rsid w:val="008366E5"/>
    <w:rsid w:val="00841B49"/>
    <w:rsid w:val="00862B31"/>
    <w:rsid w:val="008652A6"/>
    <w:rsid w:val="0087304B"/>
    <w:rsid w:val="008B31C8"/>
    <w:rsid w:val="008C1B4F"/>
    <w:rsid w:val="008D3A31"/>
    <w:rsid w:val="008D73C7"/>
    <w:rsid w:val="008D7854"/>
    <w:rsid w:val="008F084F"/>
    <w:rsid w:val="008F7254"/>
    <w:rsid w:val="00900E1E"/>
    <w:rsid w:val="00905B5E"/>
    <w:rsid w:val="00910AA4"/>
    <w:rsid w:val="009371A4"/>
    <w:rsid w:val="0096429F"/>
    <w:rsid w:val="00990E20"/>
    <w:rsid w:val="00A45B23"/>
    <w:rsid w:val="00A56430"/>
    <w:rsid w:val="00A60D52"/>
    <w:rsid w:val="00A8082C"/>
    <w:rsid w:val="00AA0F55"/>
    <w:rsid w:val="00AA69C4"/>
    <w:rsid w:val="00AC3EED"/>
    <w:rsid w:val="00AD19B8"/>
    <w:rsid w:val="00AF193D"/>
    <w:rsid w:val="00B16D55"/>
    <w:rsid w:val="00B34AE5"/>
    <w:rsid w:val="00B46FFF"/>
    <w:rsid w:val="00B64055"/>
    <w:rsid w:val="00B7164D"/>
    <w:rsid w:val="00BA7295"/>
    <w:rsid w:val="00BB57AB"/>
    <w:rsid w:val="00BB640E"/>
    <w:rsid w:val="00BE19F1"/>
    <w:rsid w:val="00BE3F6E"/>
    <w:rsid w:val="00BF0CE6"/>
    <w:rsid w:val="00BF4B07"/>
    <w:rsid w:val="00C22296"/>
    <w:rsid w:val="00C23A29"/>
    <w:rsid w:val="00C27C9A"/>
    <w:rsid w:val="00C36165"/>
    <w:rsid w:val="00C4263C"/>
    <w:rsid w:val="00C53016"/>
    <w:rsid w:val="00C6252E"/>
    <w:rsid w:val="00C65852"/>
    <w:rsid w:val="00C71EED"/>
    <w:rsid w:val="00CA166F"/>
    <w:rsid w:val="00CA5EFB"/>
    <w:rsid w:val="00CE3F72"/>
    <w:rsid w:val="00CF07CA"/>
    <w:rsid w:val="00D1793F"/>
    <w:rsid w:val="00D56F45"/>
    <w:rsid w:val="00D83853"/>
    <w:rsid w:val="00DA5283"/>
    <w:rsid w:val="00E12BA1"/>
    <w:rsid w:val="00E81D9C"/>
    <w:rsid w:val="00E9714C"/>
    <w:rsid w:val="00EF6FD0"/>
    <w:rsid w:val="00F04756"/>
    <w:rsid w:val="00F14B97"/>
    <w:rsid w:val="00F34858"/>
    <w:rsid w:val="00F35A57"/>
    <w:rsid w:val="00F47456"/>
    <w:rsid w:val="00F640C3"/>
    <w:rsid w:val="00F64433"/>
    <w:rsid w:val="00F65E5E"/>
    <w:rsid w:val="00F73C75"/>
    <w:rsid w:val="00FC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5306AB9C"/>
  <w15:chartTrackingRefBased/>
  <w15:docId w15:val="{6B7DD0FD-B02D-426E-BC9B-1F479EC6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9460CD-EDF1-4481-99B4-EE4A4ADC4B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D52C82-1B59-4341-AF1C-C9F52A8E6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82977F-EDC8-4019-BF7C-AA15F679B9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</Template>
  <TotalTime>3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Emil</dc:creator>
  <cp:keywords/>
  <cp:lastModifiedBy>Mgr. Darja Kosmáková | VIA Consult a.s.</cp:lastModifiedBy>
  <cp:revision>4</cp:revision>
  <cp:lastPrinted>2011-12-19T03:50:00Z</cp:lastPrinted>
  <dcterms:created xsi:type="dcterms:W3CDTF">2022-03-07T13:31:00Z</dcterms:created>
  <dcterms:modified xsi:type="dcterms:W3CDTF">2022-03-24T14:08:00Z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